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95" w:type="dxa"/>
        <w:tblInd w:w="-572" w:type="dxa"/>
        <w:tblLook w:val="04A0" w:firstRow="1" w:lastRow="0" w:firstColumn="1" w:lastColumn="0" w:noHBand="0" w:noVBand="1"/>
      </w:tblPr>
      <w:tblGrid>
        <w:gridCol w:w="1979"/>
        <w:gridCol w:w="1707"/>
        <w:gridCol w:w="1559"/>
        <w:gridCol w:w="709"/>
        <w:gridCol w:w="1701"/>
        <w:gridCol w:w="2327"/>
        <w:gridCol w:w="13"/>
      </w:tblGrid>
      <w:tr w:rsidR="004E58F8" w:rsidRPr="00D70DB2" w14:paraId="74869679" w14:textId="77777777" w:rsidTr="00CD5136">
        <w:trPr>
          <w:trHeight w:val="454"/>
        </w:trPr>
        <w:tc>
          <w:tcPr>
            <w:tcW w:w="9995" w:type="dxa"/>
            <w:gridSpan w:val="7"/>
            <w:shd w:val="clear" w:color="auto" w:fill="000000" w:themeFill="text1"/>
          </w:tcPr>
          <w:p w14:paraId="6081F450" w14:textId="77777777" w:rsidR="004E58F8" w:rsidRPr="00D70DB2" w:rsidRDefault="004E58F8" w:rsidP="00D906EB">
            <w:pPr>
              <w:jc w:val="both"/>
              <w:rPr>
                <w:rFonts w:ascii="Gotham Book" w:hAnsi="Gotham Book" w:cs="Calibri Light"/>
                <w:b/>
                <w:sz w:val="20"/>
                <w:szCs w:val="20"/>
              </w:rPr>
            </w:pPr>
            <w:bookmarkStart w:id="0" w:name="_Toc26425026"/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General Information</w:t>
            </w:r>
          </w:p>
        </w:tc>
      </w:tr>
      <w:tr w:rsidR="004E58F8" w:rsidRPr="00D70DB2" w14:paraId="39B401DC" w14:textId="77777777" w:rsidTr="00CD5136">
        <w:trPr>
          <w:trHeight w:val="340"/>
        </w:trPr>
        <w:tc>
          <w:tcPr>
            <w:tcW w:w="1979" w:type="dxa"/>
            <w:shd w:val="clear" w:color="auto" w:fill="000000" w:themeFill="text1"/>
            <w:vAlign w:val="center"/>
          </w:tcPr>
          <w:p w14:paraId="6A4791FF" w14:textId="77777777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Employee’s Name:</w:t>
            </w:r>
          </w:p>
        </w:tc>
        <w:tc>
          <w:tcPr>
            <w:tcW w:w="3266" w:type="dxa"/>
            <w:gridSpan w:val="2"/>
            <w:vAlign w:val="center"/>
          </w:tcPr>
          <w:p w14:paraId="56B8CF28" w14:textId="70DB253D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First:</w:t>
            </w:r>
            <w:r w:rsidR="00D318A7" w:rsidRPr="00D70DB2">
              <w:rPr>
                <w:rFonts w:ascii="Gotham Book" w:hAnsi="Gotham Book" w:cs="Calibri 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750" w:type="dxa"/>
            <w:gridSpan w:val="4"/>
            <w:vAlign w:val="center"/>
          </w:tcPr>
          <w:p w14:paraId="0AF0247A" w14:textId="4CF4060E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Last:</w:t>
            </w:r>
          </w:p>
        </w:tc>
      </w:tr>
      <w:tr w:rsidR="004E58F8" w:rsidRPr="00D70DB2" w14:paraId="7303C843" w14:textId="77777777" w:rsidTr="00CD5136">
        <w:trPr>
          <w:gridAfter w:val="1"/>
          <w:wAfter w:w="13" w:type="dxa"/>
          <w:trHeight w:val="420"/>
        </w:trPr>
        <w:tc>
          <w:tcPr>
            <w:tcW w:w="1979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49B82ED6" w14:textId="77777777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Department: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  <w:vAlign w:val="center"/>
          </w:tcPr>
          <w:p w14:paraId="39E9A062" w14:textId="39B878E6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52BAA4DF" w14:textId="77777777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Managers Name:</w:t>
            </w: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5D53CD9C" w14:textId="045D0A06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4E58F8" w:rsidRPr="00D70DB2" w14:paraId="1DE07876" w14:textId="77777777" w:rsidTr="00CD5136">
        <w:trPr>
          <w:gridAfter w:val="1"/>
          <w:wAfter w:w="13" w:type="dxa"/>
          <w:trHeight w:val="340"/>
        </w:trPr>
        <w:tc>
          <w:tcPr>
            <w:tcW w:w="1979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7326B670" w14:textId="577FCE9D" w:rsidR="004E58F8" w:rsidRPr="00D70DB2" w:rsidRDefault="002C56D4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>
              <w:rPr>
                <w:rFonts w:ascii="Gotham Book" w:hAnsi="Gotham Book" w:cs="Calibri Light"/>
                <w:b/>
                <w:sz w:val="20"/>
                <w:szCs w:val="20"/>
              </w:rPr>
              <w:t>End Date and Time: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  <w:vAlign w:val="center"/>
          </w:tcPr>
          <w:p w14:paraId="2F31C985" w14:textId="2AC79708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40CBD46" w14:textId="77777777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Location:</w:t>
            </w: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17C5E49F" w14:textId="5DEC9BBC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6D2EB3" w:rsidRPr="00D70DB2" w14:paraId="31208A21" w14:textId="77777777" w:rsidTr="00077CA7">
        <w:trPr>
          <w:trHeight w:val="206"/>
        </w:trPr>
        <w:tc>
          <w:tcPr>
            <w:tcW w:w="99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A1265" w14:textId="77777777" w:rsidR="006D2EB3" w:rsidRPr="00D70DB2" w:rsidRDefault="006D2EB3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906A22" w:rsidRPr="00D70DB2" w14:paraId="205C7069" w14:textId="77777777" w:rsidTr="00CD5136">
        <w:trPr>
          <w:trHeight w:val="340"/>
        </w:trPr>
        <w:tc>
          <w:tcPr>
            <w:tcW w:w="9995" w:type="dxa"/>
            <w:gridSpan w:val="7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485FDADF" w14:textId="2CF0734B" w:rsidR="00906A22" w:rsidRPr="00D70DB2" w:rsidRDefault="00906A22" w:rsidP="00906A22">
            <w:pPr>
              <w:jc w:val="both"/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Computer Hardware requirements:</w:t>
            </w:r>
            <w:r w:rsidR="00C13C32" w:rsidRPr="00D70DB2">
              <w:rPr>
                <w:rFonts w:ascii="Gotham Book" w:hAnsi="Gotham Book" w:cs="Calibri Light"/>
                <w:b/>
                <w:sz w:val="20"/>
                <w:szCs w:val="20"/>
              </w:rPr>
              <w:t xml:space="preserve"> </w:t>
            </w:r>
          </w:p>
        </w:tc>
      </w:tr>
      <w:tr w:rsidR="004474F4" w:rsidRPr="001E476F" w14:paraId="0A0F9AE0" w14:textId="77777777" w:rsidTr="00077CA7">
        <w:trPr>
          <w:gridAfter w:val="1"/>
          <w:wAfter w:w="13" w:type="dxa"/>
          <w:trHeight w:val="340"/>
        </w:trPr>
        <w:tc>
          <w:tcPr>
            <w:tcW w:w="3686" w:type="dxa"/>
            <w:gridSpan w:val="2"/>
            <w:vAlign w:val="center"/>
          </w:tcPr>
          <w:p w14:paraId="155125FE" w14:textId="0AA3CF2E" w:rsidR="004474F4" w:rsidRPr="001E476F" w:rsidRDefault="009D28BD" w:rsidP="004474F4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>
              <w:rPr>
                <w:rFonts w:ascii="Gotham Book" w:hAnsi="Gotham Book" w:cs="Calibri Light"/>
                <w:bCs/>
                <w:sz w:val="20"/>
                <w:szCs w:val="20"/>
              </w:rPr>
              <w:t xml:space="preserve">Remote </w:t>
            </w:r>
            <w:r w:rsidR="008C7B83">
              <w:rPr>
                <w:rFonts w:ascii="Gotham Book" w:hAnsi="Gotham Book" w:cs="Calibri Light"/>
                <w:bCs/>
                <w:sz w:val="20"/>
                <w:szCs w:val="20"/>
              </w:rPr>
              <w:t xml:space="preserve">wipe </w:t>
            </w:r>
            <w:r w:rsidR="00CD5136">
              <w:rPr>
                <w:rFonts w:ascii="Gotham Book" w:hAnsi="Gotham Book" w:cs="Calibri Light"/>
                <w:bCs/>
                <w:sz w:val="20"/>
                <w:szCs w:val="20"/>
              </w:rPr>
              <w:t>l</w:t>
            </w:r>
            <w:r w:rsidR="000044A7">
              <w:rPr>
                <w:rFonts w:ascii="Gotham Book" w:hAnsi="Gotham Book" w:cs="Calibri Light"/>
                <w:bCs/>
                <w:sz w:val="20"/>
                <w:szCs w:val="20"/>
              </w:rPr>
              <w:t xml:space="preserve">aptop/ </w:t>
            </w:r>
            <w:proofErr w:type="gramStart"/>
            <w:r w:rsidR="00CD5136">
              <w:rPr>
                <w:rFonts w:ascii="Gotham Book" w:hAnsi="Gotham Book" w:cs="Calibri Light"/>
                <w:bCs/>
                <w:sz w:val="20"/>
                <w:szCs w:val="20"/>
              </w:rPr>
              <w:t>d</w:t>
            </w:r>
            <w:r w:rsidR="000044A7">
              <w:rPr>
                <w:rFonts w:ascii="Gotham Book" w:hAnsi="Gotham Book" w:cs="Calibri Light"/>
                <w:bCs/>
                <w:sz w:val="20"/>
                <w:szCs w:val="20"/>
              </w:rPr>
              <w:t>esktop</w:t>
            </w:r>
            <w:r w:rsidR="008C7B83">
              <w:rPr>
                <w:rFonts w:ascii="Gotham Book" w:hAnsi="Gotham Book" w:cs="Calibri Light"/>
                <w:bCs/>
                <w:sz w:val="20"/>
                <w:szCs w:val="20"/>
              </w:rPr>
              <w:t>(</w:t>
            </w:r>
            <w:proofErr w:type="gramEnd"/>
            <w:r w:rsidR="008C7B83">
              <w:rPr>
                <w:rFonts w:ascii="Gotham Book" w:hAnsi="Gotham Book" w:cs="Calibri Light"/>
                <w:bCs/>
                <w:sz w:val="20"/>
                <w:szCs w:val="20"/>
              </w:rPr>
              <w:t>Yes/</w:t>
            </w:r>
            <w:r w:rsidR="00CD5136">
              <w:rPr>
                <w:rFonts w:ascii="Gotham Book" w:hAnsi="Gotham Book" w:cs="Calibri Light"/>
                <w:bCs/>
                <w:sz w:val="20"/>
                <w:szCs w:val="20"/>
              </w:rPr>
              <w:t>no</w:t>
            </w:r>
            <w:r w:rsidR="008C7B83">
              <w:rPr>
                <w:rFonts w:ascii="Gotham Book" w:hAnsi="Gotham Book" w:cs="Calibri Light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652B3D70" w14:textId="383844A3" w:rsidR="004474F4" w:rsidRPr="001E476F" w:rsidRDefault="004474F4" w:rsidP="004474F4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6E0EC6C" w14:textId="1001AD38" w:rsidR="004474F4" w:rsidRPr="001E476F" w:rsidRDefault="004474F4" w:rsidP="004474F4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Laptop/</w:t>
            </w:r>
            <w:r w:rsidR="00CD5136">
              <w:rPr>
                <w:rFonts w:ascii="Gotham Book" w:hAnsi="Gotham Book" w:cs="Calibri Light"/>
                <w:bCs/>
                <w:sz w:val="20"/>
                <w:szCs w:val="20"/>
              </w:rPr>
              <w:t>d</w:t>
            </w: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esktop ID#</w:t>
            </w:r>
          </w:p>
        </w:tc>
        <w:tc>
          <w:tcPr>
            <w:tcW w:w="2327" w:type="dxa"/>
            <w:vAlign w:val="center"/>
          </w:tcPr>
          <w:p w14:paraId="3DDAB2F1" w14:textId="77777777" w:rsidR="004474F4" w:rsidRPr="001E476F" w:rsidRDefault="004474F4" w:rsidP="004474F4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4474F4" w:rsidRPr="00D70DB2" w14:paraId="264D2DA8" w14:textId="77777777" w:rsidTr="00077CA7">
        <w:trPr>
          <w:trHeight w:val="340"/>
        </w:trPr>
        <w:tc>
          <w:tcPr>
            <w:tcW w:w="5245" w:type="dxa"/>
            <w:gridSpan w:val="3"/>
            <w:vAlign w:val="center"/>
          </w:tcPr>
          <w:p w14:paraId="64B7224A" w14:textId="168BB298" w:rsidR="004474F4" w:rsidRPr="001E476F" w:rsidRDefault="000044A7" w:rsidP="004474F4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>
              <w:rPr>
                <w:rFonts w:ascii="Gotham Book" w:hAnsi="Gotham Book" w:cs="Calibri Light"/>
                <w:bCs/>
                <w:sz w:val="20"/>
                <w:szCs w:val="20"/>
              </w:rPr>
              <w:t xml:space="preserve">Remote wipe </w:t>
            </w:r>
            <w:r w:rsidR="00CD5136">
              <w:rPr>
                <w:rFonts w:ascii="Gotham Book" w:hAnsi="Gotham Book" w:cs="Calibri Light"/>
                <w:bCs/>
                <w:sz w:val="20"/>
                <w:szCs w:val="20"/>
              </w:rPr>
              <w:t>m</w:t>
            </w:r>
            <w:r w:rsidR="004474F4" w:rsidRPr="001E476F">
              <w:rPr>
                <w:rFonts w:ascii="Gotham Book" w:hAnsi="Gotham Book" w:cs="Calibri Light"/>
                <w:bCs/>
                <w:sz w:val="20"/>
                <w:szCs w:val="20"/>
              </w:rPr>
              <w:t xml:space="preserve">obile </w:t>
            </w:r>
            <w:r w:rsidR="00CD5136">
              <w:rPr>
                <w:rFonts w:ascii="Gotham Book" w:hAnsi="Gotham Book" w:cs="Calibri Light"/>
                <w:bCs/>
                <w:sz w:val="20"/>
                <w:szCs w:val="20"/>
              </w:rPr>
              <w:t>p</w:t>
            </w:r>
            <w:r w:rsidR="004474F4" w:rsidRPr="001E476F">
              <w:rPr>
                <w:rFonts w:ascii="Gotham Book" w:hAnsi="Gotham Book" w:cs="Calibri Light"/>
                <w:bCs/>
                <w:sz w:val="20"/>
                <w:szCs w:val="20"/>
              </w:rPr>
              <w:t xml:space="preserve">hone (if M365 </w:t>
            </w:r>
            <w:r w:rsidR="00CD5136">
              <w:rPr>
                <w:rFonts w:ascii="Gotham Book" w:hAnsi="Gotham Book" w:cs="Calibri Light"/>
                <w:bCs/>
                <w:sz w:val="20"/>
                <w:szCs w:val="20"/>
              </w:rPr>
              <w:t>a</w:t>
            </w:r>
            <w:r w:rsidR="004474F4" w:rsidRPr="001E476F">
              <w:rPr>
                <w:rFonts w:ascii="Gotham Book" w:hAnsi="Gotham Book" w:cs="Calibri Light"/>
                <w:bCs/>
                <w:sz w:val="20"/>
                <w:szCs w:val="20"/>
              </w:rPr>
              <w:t xml:space="preserve">pps to be </w:t>
            </w:r>
            <w:r w:rsidR="000C5E67">
              <w:rPr>
                <w:rFonts w:ascii="Gotham Book" w:hAnsi="Gotham Book" w:cs="Calibri Light"/>
                <w:bCs/>
                <w:sz w:val="20"/>
                <w:szCs w:val="20"/>
              </w:rPr>
              <w:t>removed</w:t>
            </w:r>
            <w:r w:rsidR="004474F4" w:rsidRPr="001E476F">
              <w:rPr>
                <w:rFonts w:ascii="Gotham Book" w:hAnsi="Gotham Book" w:cs="Calibri Light"/>
                <w:bCs/>
                <w:sz w:val="20"/>
                <w:szCs w:val="20"/>
              </w:rPr>
              <w:t>):</w:t>
            </w:r>
          </w:p>
        </w:tc>
        <w:tc>
          <w:tcPr>
            <w:tcW w:w="4750" w:type="dxa"/>
            <w:gridSpan w:val="4"/>
            <w:vAlign w:val="center"/>
          </w:tcPr>
          <w:p w14:paraId="60AB4A45" w14:textId="77777777" w:rsidR="004474F4" w:rsidRPr="001E476F" w:rsidRDefault="004474F4" w:rsidP="004474F4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4474F4" w:rsidRPr="00D70DB2" w14:paraId="156524AF" w14:textId="77777777" w:rsidTr="00077CA7">
        <w:trPr>
          <w:trHeight w:val="230"/>
        </w:trPr>
        <w:tc>
          <w:tcPr>
            <w:tcW w:w="9995" w:type="dxa"/>
            <w:gridSpan w:val="7"/>
            <w:vAlign w:val="center"/>
          </w:tcPr>
          <w:p w14:paraId="3E0D0AD3" w14:textId="77777777" w:rsidR="004474F4" w:rsidRPr="00D70DB2" w:rsidRDefault="004474F4" w:rsidP="004474F4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4474F4" w:rsidRPr="00D70DB2" w14:paraId="162FA0F0" w14:textId="77777777" w:rsidTr="00CD5136">
        <w:trPr>
          <w:trHeight w:val="340"/>
        </w:trPr>
        <w:tc>
          <w:tcPr>
            <w:tcW w:w="9995" w:type="dxa"/>
            <w:gridSpan w:val="7"/>
            <w:shd w:val="clear" w:color="auto" w:fill="000000" w:themeFill="text1"/>
            <w:vAlign w:val="center"/>
          </w:tcPr>
          <w:p w14:paraId="643D13DB" w14:textId="3B103F68" w:rsidR="004474F4" w:rsidRPr="00D70DB2" w:rsidRDefault="004E7586" w:rsidP="004474F4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>
              <w:rPr>
                <w:rFonts w:ascii="Gotham Book" w:hAnsi="Gotham Book" w:cs="Calibri Light"/>
                <w:b/>
                <w:sz w:val="20"/>
                <w:szCs w:val="20"/>
              </w:rPr>
              <w:t xml:space="preserve">Computer software to </w:t>
            </w:r>
            <w:r w:rsidR="006A2BDB">
              <w:rPr>
                <w:rFonts w:ascii="Gotham Book" w:hAnsi="Gotham Book" w:cs="Calibri Light"/>
                <w:b/>
                <w:sz w:val="20"/>
                <w:szCs w:val="20"/>
              </w:rPr>
              <w:t>revoke licence</w:t>
            </w:r>
          </w:p>
        </w:tc>
      </w:tr>
      <w:tr w:rsidR="0097474C" w:rsidRPr="00D70DB2" w14:paraId="6B1D7804" w14:textId="77777777" w:rsidTr="00077CA7">
        <w:trPr>
          <w:trHeight w:val="340"/>
        </w:trPr>
        <w:tc>
          <w:tcPr>
            <w:tcW w:w="3686" w:type="dxa"/>
            <w:gridSpan w:val="2"/>
            <w:vAlign w:val="center"/>
          </w:tcPr>
          <w:p w14:paraId="577D46E3" w14:textId="6D49230C" w:rsidR="0097474C" w:rsidRPr="001E476F" w:rsidRDefault="0097474C" w:rsidP="0097474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Telephony</w:t>
            </w:r>
            <w:r w:rsidR="000044A7">
              <w:rPr>
                <w:rFonts w:ascii="Gotham Book" w:hAnsi="Gotham Book" w:cs="Calibri Light"/>
                <w:bCs/>
                <w:sz w:val="20"/>
                <w:szCs w:val="20"/>
              </w:rPr>
              <w:t xml:space="preserve"> No</w:t>
            </w:r>
          </w:p>
        </w:tc>
        <w:tc>
          <w:tcPr>
            <w:tcW w:w="2268" w:type="dxa"/>
            <w:gridSpan w:val="2"/>
            <w:vAlign w:val="center"/>
          </w:tcPr>
          <w:p w14:paraId="7C1557C4" w14:textId="3F30E423" w:rsidR="0097474C" w:rsidRPr="001E476F" w:rsidRDefault="0097474C" w:rsidP="0097474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D4EA38" w14:textId="381B5946" w:rsidR="0097474C" w:rsidRPr="001E476F" w:rsidRDefault="0097474C" w:rsidP="0097474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>
              <w:rPr>
                <w:rFonts w:ascii="Gotham Book" w:hAnsi="Gotham Book" w:cs="Calibri Light"/>
                <w:bCs/>
                <w:sz w:val="20"/>
                <w:szCs w:val="20"/>
              </w:rPr>
              <w:t>Reassign to:</w:t>
            </w:r>
          </w:p>
        </w:tc>
        <w:tc>
          <w:tcPr>
            <w:tcW w:w="2340" w:type="dxa"/>
            <w:gridSpan w:val="2"/>
            <w:vAlign w:val="center"/>
          </w:tcPr>
          <w:p w14:paraId="582A5576" w14:textId="77777777" w:rsidR="0097474C" w:rsidRPr="00D70DB2" w:rsidRDefault="0097474C" w:rsidP="0097474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97474C" w:rsidRPr="00D70DB2" w14:paraId="107E602D" w14:textId="77777777" w:rsidTr="00077CA7">
        <w:trPr>
          <w:trHeight w:val="230"/>
        </w:trPr>
        <w:tc>
          <w:tcPr>
            <w:tcW w:w="9995" w:type="dxa"/>
            <w:gridSpan w:val="7"/>
            <w:vAlign w:val="center"/>
          </w:tcPr>
          <w:p w14:paraId="6A350E9C" w14:textId="77777777" w:rsidR="0097474C" w:rsidRPr="00D70DB2" w:rsidRDefault="0097474C" w:rsidP="0097474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97474C" w:rsidRPr="00D70DB2" w14:paraId="5D9297F5" w14:textId="77777777" w:rsidTr="00CD5136">
        <w:trPr>
          <w:trHeight w:val="340"/>
        </w:trPr>
        <w:tc>
          <w:tcPr>
            <w:tcW w:w="9995" w:type="dxa"/>
            <w:gridSpan w:val="7"/>
            <w:shd w:val="clear" w:color="auto" w:fill="000000" w:themeFill="text1"/>
            <w:vAlign w:val="center"/>
          </w:tcPr>
          <w:p w14:paraId="141AA758" w14:textId="4587AD61" w:rsidR="0097474C" w:rsidRPr="00D70DB2" w:rsidRDefault="0097474C" w:rsidP="0097474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>
              <w:rPr>
                <w:rFonts w:ascii="Gotham Book" w:hAnsi="Gotham Book" w:cs="Calibri Light"/>
                <w:b/>
                <w:sz w:val="20"/>
                <w:szCs w:val="20"/>
              </w:rPr>
              <w:t xml:space="preserve">Email and SharePoint </w:t>
            </w: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Requirements:</w:t>
            </w:r>
          </w:p>
        </w:tc>
      </w:tr>
      <w:tr w:rsidR="0097474C" w:rsidRPr="00232EAC" w14:paraId="0C24DD95" w14:textId="77777777" w:rsidTr="00077CA7">
        <w:trPr>
          <w:trHeight w:val="340"/>
        </w:trPr>
        <w:tc>
          <w:tcPr>
            <w:tcW w:w="3686" w:type="dxa"/>
            <w:gridSpan w:val="2"/>
            <w:vAlign w:val="center"/>
          </w:tcPr>
          <w:p w14:paraId="5BDC8CA9" w14:textId="0394A3DF" w:rsidR="0097474C" w:rsidRPr="00232EAC" w:rsidRDefault="0097474C" w:rsidP="0097474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232EAC">
              <w:rPr>
                <w:rFonts w:ascii="Gotham Book" w:hAnsi="Gotham Book" w:cs="Calibri Light"/>
                <w:bCs/>
                <w:sz w:val="20"/>
                <w:szCs w:val="20"/>
              </w:rPr>
              <w:t xml:space="preserve">Remove from </w:t>
            </w:r>
            <w:r w:rsidR="00CD5136">
              <w:rPr>
                <w:rFonts w:ascii="Gotham Book" w:hAnsi="Gotham Book" w:cs="Calibri Light"/>
                <w:bCs/>
                <w:sz w:val="20"/>
                <w:szCs w:val="20"/>
              </w:rPr>
              <w:t>email groups</w:t>
            </w:r>
          </w:p>
        </w:tc>
        <w:tc>
          <w:tcPr>
            <w:tcW w:w="6309" w:type="dxa"/>
            <w:gridSpan w:val="5"/>
            <w:vAlign w:val="center"/>
          </w:tcPr>
          <w:p w14:paraId="370D167F" w14:textId="7DCC33E0" w:rsidR="0097474C" w:rsidRPr="00232EAC" w:rsidRDefault="0097474C" w:rsidP="0097474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97474C" w:rsidRPr="00232EAC" w14:paraId="4B64E512" w14:textId="77777777" w:rsidTr="00077CA7">
        <w:trPr>
          <w:trHeight w:val="340"/>
        </w:trPr>
        <w:tc>
          <w:tcPr>
            <w:tcW w:w="3686" w:type="dxa"/>
            <w:gridSpan w:val="2"/>
            <w:vAlign w:val="center"/>
          </w:tcPr>
          <w:p w14:paraId="7D554FA1" w14:textId="1648AAD6" w:rsidR="0097474C" w:rsidRPr="00232EAC" w:rsidRDefault="00EE1096" w:rsidP="0097474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>
              <w:rPr>
                <w:rFonts w:ascii="Gotham Book" w:hAnsi="Gotham Book" w:cs="Calibri Light"/>
                <w:bCs/>
                <w:sz w:val="20"/>
                <w:szCs w:val="20"/>
              </w:rPr>
              <w:t>Email forwarding to:</w:t>
            </w:r>
          </w:p>
        </w:tc>
        <w:tc>
          <w:tcPr>
            <w:tcW w:w="6309" w:type="dxa"/>
            <w:gridSpan w:val="5"/>
            <w:vAlign w:val="center"/>
          </w:tcPr>
          <w:p w14:paraId="4CDCBDA9" w14:textId="1D791ABD" w:rsidR="0097474C" w:rsidRPr="00232EAC" w:rsidRDefault="0097474C" w:rsidP="0097474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EE1096" w:rsidRPr="00232EAC" w14:paraId="6733B02C" w14:textId="77777777" w:rsidTr="00077CA7">
        <w:trPr>
          <w:trHeight w:val="340"/>
        </w:trPr>
        <w:tc>
          <w:tcPr>
            <w:tcW w:w="3686" w:type="dxa"/>
            <w:gridSpan w:val="2"/>
            <w:vAlign w:val="center"/>
          </w:tcPr>
          <w:p w14:paraId="66DE146B" w14:textId="7ED4F1C2" w:rsidR="00EE1096" w:rsidRDefault="00EE1096" w:rsidP="0097474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>
              <w:rPr>
                <w:rFonts w:ascii="Gotham Book" w:hAnsi="Gotham Book" w:cs="Calibri Light"/>
                <w:bCs/>
                <w:sz w:val="20"/>
                <w:szCs w:val="20"/>
              </w:rPr>
              <w:t xml:space="preserve">Email </w:t>
            </w:r>
            <w:r w:rsidR="00CD5136">
              <w:rPr>
                <w:rFonts w:ascii="Gotham Book" w:hAnsi="Gotham Book" w:cs="Calibri Light"/>
                <w:bCs/>
                <w:sz w:val="20"/>
                <w:szCs w:val="20"/>
              </w:rPr>
              <w:t>i</w:t>
            </w:r>
            <w:r w:rsidR="00F06C31">
              <w:rPr>
                <w:rFonts w:ascii="Gotham Book" w:hAnsi="Gotham Book" w:cs="Calibri Light"/>
                <w:bCs/>
                <w:sz w:val="20"/>
                <w:szCs w:val="20"/>
              </w:rPr>
              <w:t>nbox access to be given to:</w:t>
            </w:r>
          </w:p>
        </w:tc>
        <w:tc>
          <w:tcPr>
            <w:tcW w:w="6309" w:type="dxa"/>
            <w:gridSpan w:val="5"/>
            <w:vAlign w:val="center"/>
          </w:tcPr>
          <w:p w14:paraId="70C2408F" w14:textId="77777777" w:rsidR="00EE1096" w:rsidRPr="00232EAC" w:rsidRDefault="00EE1096" w:rsidP="0097474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bookmarkEnd w:id="0"/>
    </w:tbl>
    <w:p w14:paraId="7E630D39" w14:textId="7F3B2558" w:rsidR="00AD6AF1" w:rsidRDefault="00AD6AF1" w:rsidP="0002058A">
      <w:pPr>
        <w:jc w:val="both"/>
        <w:rPr>
          <w:rFonts w:ascii="Gotham Book" w:hAnsi="Gotham Book" w:cs="Calibri Light"/>
          <w:b/>
          <w:sz w:val="20"/>
          <w:szCs w:val="20"/>
        </w:rPr>
      </w:pPr>
    </w:p>
    <w:sectPr w:rsidR="00AD6AF1" w:rsidSect="006D2EB3">
      <w:headerReference w:type="default" r:id="rId11"/>
      <w:footerReference w:type="default" r:id="rId12"/>
      <w:footerReference w:type="first" r:id="rId13"/>
      <w:footnotePr>
        <w:pos w:val="beneathText"/>
        <w:numFmt w:val="chicago"/>
        <w:numRestart w:val="eachSect"/>
      </w:footnotePr>
      <w:pgSz w:w="12240" w:h="15840" w:code="1"/>
      <w:pgMar w:top="908" w:right="1800" w:bottom="1440" w:left="1800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C7890" w14:textId="77777777" w:rsidR="00C804C7" w:rsidRDefault="00C804C7">
      <w:r>
        <w:separator/>
      </w:r>
    </w:p>
  </w:endnote>
  <w:endnote w:type="continuationSeparator" w:id="0">
    <w:p w14:paraId="5388237A" w14:textId="77777777" w:rsidR="00C804C7" w:rsidRDefault="00C80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Gotham Book">
    <w:altName w:val="Calibri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A6AAA" w14:textId="118AD7CB" w:rsidR="004059B8" w:rsidRPr="00CD5136" w:rsidRDefault="00CD5136" w:rsidP="00CD5136">
    <w:pPr>
      <w:pStyle w:val="Footer"/>
      <w:ind w:left="-567"/>
      <w:jc w:val="both"/>
      <w:rPr>
        <w:rFonts w:ascii="Segoe UI" w:hAnsi="Segoe UI" w:cs="Segoe UI"/>
        <w:color w:val="808080"/>
        <w:sz w:val="20"/>
        <w:szCs w:val="20"/>
      </w:rPr>
    </w:pPr>
    <w:r w:rsidRPr="00CD5136">
      <w:rPr>
        <w:rFonts w:ascii="Segoe UI" w:hAnsi="Segoe UI" w:cs="Segoe UI"/>
        <w:color w:val="808080"/>
        <w:sz w:val="20"/>
        <w:szCs w:val="20"/>
      </w:rPr>
      <w:t>ICT revoke user form</w:t>
    </w:r>
  </w:p>
  <w:p w14:paraId="2CCABD52" w14:textId="77777777" w:rsidR="004059B8" w:rsidRPr="007B2D8F" w:rsidRDefault="004059B8">
    <w:pPr>
      <w:pStyle w:val="Footer"/>
      <w:rPr>
        <w:rFonts w:ascii="Verdana" w:hAnsi="Verdana"/>
        <w:color w:val="808080"/>
        <w:sz w:val="16"/>
        <w:szCs w:val="16"/>
      </w:rPr>
    </w:pPr>
  </w:p>
  <w:p w14:paraId="78CDCA27" w14:textId="77777777" w:rsidR="004059B8" w:rsidRPr="007B2D8F" w:rsidRDefault="004059B8">
    <w:pPr>
      <w:pStyle w:val="Footer"/>
      <w:rPr>
        <w:color w:val="808080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86DF8" w14:textId="77777777" w:rsidR="004059B8" w:rsidRDefault="004059B8" w:rsidP="002558BA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  <w:p w14:paraId="41EF8BED" w14:textId="77777777" w:rsidR="004059B8" w:rsidRDefault="004059B8" w:rsidP="004A109F">
    <w:pPr>
      <w:pStyle w:val="Footer"/>
      <w:tabs>
        <w:tab w:val="clear" w:pos="4320"/>
        <w:tab w:val="center" w:pos="3060"/>
      </w:tabs>
      <w:jc w:val="right"/>
      <w:rPr>
        <w:rFonts w:ascii="Verdana" w:hAnsi="Verdana"/>
        <w:sz w:val="16"/>
        <w:szCs w:val="16"/>
      </w:rPr>
    </w:pPr>
  </w:p>
  <w:p w14:paraId="1DD7CBDB" w14:textId="77777777" w:rsidR="004059B8" w:rsidRDefault="004059B8" w:rsidP="00B77A27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  <w:p w14:paraId="7AB45258" w14:textId="77777777" w:rsidR="004059B8" w:rsidRDefault="004059B8" w:rsidP="00B77A27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  <w:p w14:paraId="72C7E63D" w14:textId="77777777" w:rsidR="004059B8" w:rsidRDefault="004059B8" w:rsidP="00B77A27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  <w:p w14:paraId="79D89E21" w14:textId="77777777" w:rsidR="004059B8" w:rsidRPr="00B77A27" w:rsidRDefault="004059B8" w:rsidP="00B77A27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58C36" w14:textId="77777777" w:rsidR="00C804C7" w:rsidRDefault="00C804C7">
      <w:r>
        <w:separator/>
      </w:r>
    </w:p>
  </w:footnote>
  <w:footnote w:type="continuationSeparator" w:id="0">
    <w:p w14:paraId="31B803BF" w14:textId="77777777" w:rsidR="00C804C7" w:rsidRDefault="00C80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F40D7" w14:textId="77777777" w:rsidR="00CD5136" w:rsidRPr="00CD5136" w:rsidRDefault="00F17DB1" w:rsidP="00CD5136">
    <w:pPr>
      <w:autoSpaceDE w:val="0"/>
      <w:autoSpaceDN w:val="0"/>
      <w:adjustRightInd w:val="0"/>
      <w:rPr>
        <w:rFonts w:ascii="Segoe UI" w:hAnsi="Segoe UI" w:cs="Segoe UI"/>
        <w:b/>
        <w:bCs/>
        <w:sz w:val="14"/>
        <w:szCs w:val="14"/>
        <w:lang w:eastAsia="en-AU"/>
      </w:rPr>
    </w:pPr>
    <w:r w:rsidRPr="00CD5136">
      <w:rPr>
        <w:rFonts w:ascii="Segoe UI" w:hAnsi="Segoe UI" w:cs="Segoe UI"/>
        <w:b/>
        <w:bCs/>
        <w:noProof/>
        <w:sz w:val="14"/>
        <w:szCs w:val="14"/>
        <w:lang w:eastAsia="en-AU"/>
      </w:rPr>
      <w:t xml:space="preserve"> </w:t>
    </w:r>
    <w:r w:rsidR="004E58F8" w:rsidRPr="00CD5136">
      <w:rPr>
        <w:rFonts w:ascii="Segoe UI" w:hAnsi="Segoe UI" w:cs="Segoe UI"/>
        <w:b/>
        <w:bCs/>
        <w:noProof/>
        <w:sz w:val="14"/>
        <w:szCs w:val="14"/>
        <w:lang w:eastAsia="en-AU"/>
      </w:rPr>
      <w:ptab w:relativeTo="margin" w:alignment="right" w:leader="none"/>
    </w:r>
  </w:p>
  <w:p w14:paraId="11908E80" w14:textId="54DD2879" w:rsidR="004059B8" w:rsidRPr="00CD5136" w:rsidRDefault="00CD5136" w:rsidP="00CD5136">
    <w:pPr>
      <w:autoSpaceDE w:val="0"/>
      <w:autoSpaceDN w:val="0"/>
      <w:adjustRightInd w:val="0"/>
      <w:ind w:left="-567"/>
      <w:rPr>
        <w:rFonts w:ascii="Segoe UI" w:hAnsi="Segoe UI" w:cs="Segoe UI"/>
        <w:b/>
        <w:bCs/>
        <w:sz w:val="28"/>
        <w:lang w:eastAsia="en-AU"/>
      </w:rPr>
    </w:pPr>
    <w:r w:rsidRPr="00CD5136">
      <w:rPr>
        <w:rFonts w:ascii="Segoe UI" w:hAnsi="Segoe UI" w:cs="Segoe UI"/>
        <w:b/>
        <w:bCs/>
        <w:sz w:val="28"/>
        <w:lang w:eastAsia="en-AU"/>
      </w:rPr>
      <w:t>ICT revoke user form</w:t>
    </w:r>
  </w:p>
  <w:p w14:paraId="4646264C" w14:textId="77777777" w:rsidR="00CD5136" w:rsidRPr="00CD5136" w:rsidRDefault="00CD5136" w:rsidP="00CD5136">
    <w:pPr>
      <w:autoSpaceDE w:val="0"/>
      <w:autoSpaceDN w:val="0"/>
      <w:adjustRightInd w:val="0"/>
      <w:ind w:left="-567"/>
      <w:rPr>
        <w:rFonts w:ascii="Segoe UI" w:hAnsi="Segoe UI" w:cs="Segoe UI"/>
        <w:b/>
        <w:bCs/>
        <w:sz w:val="14"/>
        <w:szCs w:val="14"/>
        <w:lang w:eastAsia="en-A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6DC50F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78560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426E4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B482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80CB1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3ED62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BE917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D43B3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1899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54B9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93BAC"/>
    <w:multiLevelType w:val="multilevel"/>
    <w:tmpl w:val="C428E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2134C3"/>
    <w:multiLevelType w:val="hybridMultilevel"/>
    <w:tmpl w:val="3FD40966"/>
    <w:lvl w:ilvl="0" w:tplc="86A0282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70ADD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284C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982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D0E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9883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4A3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ACE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546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100CFA"/>
    <w:multiLevelType w:val="hybridMultilevel"/>
    <w:tmpl w:val="283CC846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F54A62"/>
    <w:multiLevelType w:val="hybridMultilevel"/>
    <w:tmpl w:val="8A3EE08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075C8"/>
    <w:multiLevelType w:val="hybridMultilevel"/>
    <w:tmpl w:val="B63A5CE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A2492"/>
    <w:multiLevelType w:val="hybridMultilevel"/>
    <w:tmpl w:val="51E08846"/>
    <w:lvl w:ilvl="0" w:tplc="234A211C">
      <w:start w:val="1"/>
      <w:numFmt w:val="bullet"/>
      <w:lvlText w:val=""/>
      <w:lvlJc w:val="left"/>
      <w:pPr>
        <w:ind w:left="2771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6" w15:restartNumberingAfterBreak="0">
    <w:nsid w:val="59427039"/>
    <w:multiLevelType w:val="multilevel"/>
    <w:tmpl w:val="8C0E86F4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0794088"/>
    <w:multiLevelType w:val="hybridMultilevel"/>
    <w:tmpl w:val="C428EC7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F97D13"/>
    <w:multiLevelType w:val="multilevel"/>
    <w:tmpl w:val="0C090027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  <w:b/>
        <w:color w:val="000080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  <w:b/>
        <w:i w:val="0"/>
        <w:caps w:val="0"/>
        <w:strike w:val="0"/>
        <w:dstrike w:val="0"/>
        <w:vanish w:val="0"/>
        <w:color w:val="000080"/>
        <w:sz w:val="20"/>
        <w:szCs w:val="20"/>
        <w:vertAlign w:val="baseline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 w15:restartNumberingAfterBreak="0">
    <w:nsid w:val="72103169"/>
    <w:multiLevelType w:val="hybridMultilevel"/>
    <w:tmpl w:val="74FAFFC2"/>
    <w:lvl w:ilvl="0" w:tplc="FA067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DD7C03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70097995">
    <w:abstractNumId w:val="9"/>
  </w:num>
  <w:num w:numId="2" w16cid:durableId="2014913116">
    <w:abstractNumId w:val="7"/>
  </w:num>
  <w:num w:numId="3" w16cid:durableId="118498819">
    <w:abstractNumId w:val="6"/>
  </w:num>
  <w:num w:numId="4" w16cid:durableId="2057123988">
    <w:abstractNumId w:val="5"/>
  </w:num>
  <w:num w:numId="5" w16cid:durableId="1065419535">
    <w:abstractNumId w:val="4"/>
  </w:num>
  <w:num w:numId="6" w16cid:durableId="692655591">
    <w:abstractNumId w:val="8"/>
  </w:num>
  <w:num w:numId="7" w16cid:durableId="619338474">
    <w:abstractNumId w:val="3"/>
  </w:num>
  <w:num w:numId="8" w16cid:durableId="930890635">
    <w:abstractNumId w:val="2"/>
  </w:num>
  <w:num w:numId="9" w16cid:durableId="1764451346">
    <w:abstractNumId w:val="1"/>
  </w:num>
  <w:num w:numId="10" w16cid:durableId="125777954">
    <w:abstractNumId w:val="0"/>
  </w:num>
  <w:num w:numId="11" w16cid:durableId="527791393">
    <w:abstractNumId w:val="18"/>
  </w:num>
  <w:num w:numId="12" w16cid:durableId="1972520377">
    <w:abstractNumId w:val="11"/>
  </w:num>
  <w:num w:numId="13" w16cid:durableId="2005164927">
    <w:abstractNumId w:val="16"/>
  </w:num>
  <w:num w:numId="14" w16cid:durableId="639849410">
    <w:abstractNumId w:val="20"/>
  </w:num>
  <w:num w:numId="15" w16cid:durableId="675301087">
    <w:abstractNumId w:val="17"/>
  </w:num>
  <w:num w:numId="16" w16cid:durableId="715279876">
    <w:abstractNumId w:val="10"/>
  </w:num>
  <w:num w:numId="17" w16cid:durableId="329869879">
    <w:abstractNumId w:val="13"/>
  </w:num>
  <w:num w:numId="18" w16cid:durableId="1552812753">
    <w:abstractNumId w:val="14"/>
  </w:num>
  <w:num w:numId="19" w16cid:durableId="1617831952">
    <w:abstractNumId w:val="12"/>
  </w:num>
  <w:num w:numId="20" w16cid:durableId="478959018">
    <w:abstractNumId w:val="15"/>
  </w:num>
  <w:num w:numId="21" w16cid:durableId="182570625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5" w:nlCheck="1" w:checkStyle="1"/>
  <w:activeWritingStyle w:appName="MSWord" w:lang="en-US" w:vendorID="64" w:dllVersion="5" w:nlCheck="1" w:checkStyle="1"/>
  <w:activeWritingStyle w:appName="MSWord" w:lang="en-GB" w:vendorID="64" w:dllVersion="6" w:nlCheck="1" w:checkStyle="0"/>
  <w:activeWritingStyle w:appName="MSWord" w:lang="en-AU" w:vendorID="64" w:dllVersion="4096" w:nlCheck="1" w:checkStyle="0"/>
  <w:activeWritingStyle w:appName="MSWord" w:lang="en-AU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18433">
      <o:colormru v:ext="edit" colors="#755a15"/>
    </o:shapedefaults>
  </w:hdrShapeDefaults>
  <w:footnotePr>
    <w:pos w:val="beneathText"/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A7"/>
    <w:rsid w:val="00001814"/>
    <w:rsid w:val="000044A7"/>
    <w:rsid w:val="00010392"/>
    <w:rsid w:val="00013EC0"/>
    <w:rsid w:val="000141E7"/>
    <w:rsid w:val="000149E2"/>
    <w:rsid w:val="0002058A"/>
    <w:rsid w:val="0002091E"/>
    <w:rsid w:val="00025C30"/>
    <w:rsid w:val="00034B3D"/>
    <w:rsid w:val="00051601"/>
    <w:rsid w:val="000537C4"/>
    <w:rsid w:val="0006372F"/>
    <w:rsid w:val="000638F2"/>
    <w:rsid w:val="00065C88"/>
    <w:rsid w:val="000749C2"/>
    <w:rsid w:val="00075D88"/>
    <w:rsid w:val="00077CA7"/>
    <w:rsid w:val="00081A38"/>
    <w:rsid w:val="00083B28"/>
    <w:rsid w:val="00084F84"/>
    <w:rsid w:val="00085D8C"/>
    <w:rsid w:val="00097E66"/>
    <w:rsid w:val="000A0E00"/>
    <w:rsid w:val="000A6FA3"/>
    <w:rsid w:val="000A78E4"/>
    <w:rsid w:val="000B1008"/>
    <w:rsid w:val="000C2085"/>
    <w:rsid w:val="000C3A94"/>
    <w:rsid w:val="000C3FD7"/>
    <w:rsid w:val="000C41DE"/>
    <w:rsid w:val="000C5E67"/>
    <w:rsid w:val="000D68B9"/>
    <w:rsid w:val="000E097B"/>
    <w:rsid w:val="000F2734"/>
    <w:rsid w:val="000F307E"/>
    <w:rsid w:val="00106CC4"/>
    <w:rsid w:val="00106D33"/>
    <w:rsid w:val="00111A06"/>
    <w:rsid w:val="001243FD"/>
    <w:rsid w:val="001300E2"/>
    <w:rsid w:val="001342AD"/>
    <w:rsid w:val="00150DA0"/>
    <w:rsid w:val="001617FB"/>
    <w:rsid w:val="00162161"/>
    <w:rsid w:val="00167793"/>
    <w:rsid w:val="00173C96"/>
    <w:rsid w:val="0017520E"/>
    <w:rsid w:val="00190456"/>
    <w:rsid w:val="00194050"/>
    <w:rsid w:val="001A0779"/>
    <w:rsid w:val="001A321C"/>
    <w:rsid w:val="001A35FB"/>
    <w:rsid w:val="001A7CA4"/>
    <w:rsid w:val="001C1FE6"/>
    <w:rsid w:val="001C4259"/>
    <w:rsid w:val="001D19A0"/>
    <w:rsid w:val="001D3626"/>
    <w:rsid w:val="001D5091"/>
    <w:rsid w:val="001D509E"/>
    <w:rsid w:val="001E060B"/>
    <w:rsid w:val="001E476F"/>
    <w:rsid w:val="001E69E8"/>
    <w:rsid w:val="001F18EC"/>
    <w:rsid w:val="001F2E8B"/>
    <w:rsid w:val="001F3AFB"/>
    <w:rsid w:val="001F672B"/>
    <w:rsid w:val="001F7432"/>
    <w:rsid w:val="00200FD2"/>
    <w:rsid w:val="00213CE3"/>
    <w:rsid w:val="00223A75"/>
    <w:rsid w:val="00223AB7"/>
    <w:rsid w:val="00226AB5"/>
    <w:rsid w:val="00230FC2"/>
    <w:rsid w:val="002319BE"/>
    <w:rsid w:val="00232EAC"/>
    <w:rsid w:val="002339D6"/>
    <w:rsid w:val="00233BF1"/>
    <w:rsid w:val="002428E3"/>
    <w:rsid w:val="00242DCC"/>
    <w:rsid w:val="00246BE1"/>
    <w:rsid w:val="002558BA"/>
    <w:rsid w:val="00261C72"/>
    <w:rsid w:val="00265744"/>
    <w:rsid w:val="002732C7"/>
    <w:rsid w:val="00291562"/>
    <w:rsid w:val="0029777B"/>
    <w:rsid w:val="002B3E67"/>
    <w:rsid w:val="002B57E5"/>
    <w:rsid w:val="002B737D"/>
    <w:rsid w:val="002C0913"/>
    <w:rsid w:val="002C56D4"/>
    <w:rsid w:val="002E39C7"/>
    <w:rsid w:val="002E729E"/>
    <w:rsid w:val="002F2807"/>
    <w:rsid w:val="00305BED"/>
    <w:rsid w:val="00307D88"/>
    <w:rsid w:val="00330F2E"/>
    <w:rsid w:val="00340951"/>
    <w:rsid w:val="003427DC"/>
    <w:rsid w:val="00343C64"/>
    <w:rsid w:val="00346E7B"/>
    <w:rsid w:val="00355677"/>
    <w:rsid w:val="00356C82"/>
    <w:rsid w:val="00357DFD"/>
    <w:rsid w:val="00365E09"/>
    <w:rsid w:val="00384D04"/>
    <w:rsid w:val="00395C61"/>
    <w:rsid w:val="00396464"/>
    <w:rsid w:val="003A0A32"/>
    <w:rsid w:val="003A0A97"/>
    <w:rsid w:val="003B4FB8"/>
    <w:rsid w:val="003B77DF"/>
    <w:rsid w:val="003C36A3"/>
    <w:rsid w:val="003C6AF8"/>
    <w:rsid w:val="003C77D8"/>
    <w:rsid w:val="003D1DDE"/>
    <w:rsid w:val="003E225F"/>
    <w:rsid w:val="003E35DA"/>
    <w:rsid w:val="003E6AFA"/>
    <w:rsid w:val="00400169"/>
    <w:rsid w:val="00403FFA"/>
    <w:rsid w:val="004059B8"/>
    <w:rsid w:val="00420506"/>
    <w:rsid w:val="00422772"/>
    <w:rsid w:val="00422DED"/>
    <w:rsid w:val="00423456"/>
    <w:rsid w:val="004249F9"/>
    <w:rsid w:val="00433570"/>
    <w:rsid w:val="004426E3"/>
    <w:rsid w:val="00442D5C"/>
    <w:rsid w:val="004474F4"/>
    <w:rsid w:val="00451165"/>
    <w:rsid w:val="0045296C"/>
    <w:rsid w:val="0045332D"/>
    <w:rsid w:val="00453782"/>
    <w:rsid w:val="004605C7"/>
    <w:rsid w:val="00463F3F"/>
    <w:rsid w:val="004665EA"/>
    <w:rsid w:val="00467215"/>
    <w:rsid w:val="0047015C"/>
    <w:rsid w:val="00481299"/>
    <w:rsid w:val="00487BA4"/>
    <w:rsid w:val="004971FA"/>
    <w:rsid w:val="004A1088"/>
    <w:rsid w:val="004A109F"/>
    <w:rsid w:val="004B028D"/>
    <w:rsid w:val="004B44AE"/>
    <w:rsid w:val="004C7B81"/>
    <w:rsid w:val="004E58F8"/>
    <w:rsid w:val="004E7586"/>
    <w:rsid w:val="004F392A"/>
    <w:rsid w:val="0050063F"/>
    <w:rsid w:val="005051AB"/>
    <w:rsid w:val="00520DDB"/>
    <w:rsid w:val="0052218F"/>
    <w:rsid w:val="00522E30"/>
    <w:rsid w:val="0052675F"/>
    <w:rsid w:val="005343FA"/>
    <w:rsid w:val="00534C0B"/>
    <w:rsid w:val="00540E9E"/>
    <w:rsid w:val="00544B74"/>
    <w:rsid w:val="005503A8"/>
    <w:rsid w:val="00551834"/>
    <w:rsid w:val="00553F92"/>
    <w:rsid w:val="0055549F"/>
    <w:rsid w:val="00557029"/>
    <w:rsid w:val="00561A1B"/>
    <w:rsid w:val="00562807"/>
    <w:rsid w:val="00563ACB"/>
    <w:rsid w:val="00574F6D"/>
    <w:rsid w:val="00577171"/>
    <w:rsid w:val="005817D1"/>
    <w:rsid w:val="00597867"/>
    <w:rsid w:val="005B48A4"/>
    <w:rsid w:val="005B5718"/>
    <w:rsid w:val="005B6527"/>
    <w:rsid w:val="005B7BAD"/>
    <w:rsid w:val="005C15E2"/>
    <w:rsid w:val="005D08CB"/>
    <w:rsid w:val="005D2800"/>
    <w:rsid w:val="005D5A3C"/>
    <w:rsid w:val="005E0427"/>
    <w:rsid w:val="005F4BFE"/>
    <w:rsid w:val="005F4CC2"/>
    <w:rsid w:val="005F50C5"/>
    <w:rsid w:val="005F7039"/>
    <w:rsid w:val="005F7CC3"/>
    <w:rsid w:val="006037EA"/>
    <w:rsid w:val="006077F6"/>
    <w:rsid w:val="00610855"/>
    <w:rsid w:val="0061477D"/>
    <w:rsid w:val="00624EDD"/>
    <w:rsid w:val="00626EEC"/>
    <w:rsid w:val="006320B4"/>
    <w:rsid w:val="006328B3"/>
    <w:rsid w:val="00634D95"/>
    <w:rsid w:val="0063798B"/>
    <w:rsid w:val="0064009E"/>
    <w:rsid w:val="006416E8"/>
    <w:rsid w:val="00641967"/>
    <w:rsid w:val="00646803"/>
    <w:rsid w:val="00646F79"/>
    <w:rsid w:val="00655DF4"/>
    <w:rsid w:val="0066037B"/>
    <w:rsid w:val="00661C50"/>
    <w:rsid w:val="00665ACB"/>
    <w:rsid w:val="00666177"/>
    <w:rsid w:val="006667D8"/>
    <w:rsid w:val="0067301B"/>
    <w:rsid w:val="00675886"/>
    <w:rsid w:val="0067767F"/>
    <w:rsid w:val="00681E86"/>
    <w:rsid w:val="00694EEB"/>
    <w:rsid w:val="00696B84"/>
    <w:rsid w:val="006A0997"/>
    <w:rsid w:val="006A2BDB"/>
    <w:rsid w:val="006B0C1F"/>
    <w:rsid w:val="006C01C0"/>
    <w:rsid w:val="006C03D0"/>
    <w:rsid w:val="006C1B40"/>
    <w:rsid w:val="006D2EB3"/>
    <w:rsid w:val="006D430A"/>
    <w:rsid w:val="006F46C5"/>
    <w:rsid w:val="006F7F06"/>
    <w:rsid w:val="00701488"/>
    <w:rsid w:val="00703032"/>
    <w:rsid w:val="00721FAB"/>
    <w:rsid w:val="00722783"/>
    <w:rsid w:val="00724F59"/>
    <w:rsid w:val="007267B1"/>
    <w:rsid w:val="007275B9"/>
    <w:rsid w:val="00730F6B"/>
    <w:rsid w:val="00735F27"/>
    <w:rsid w:val="00740FB7"/>
    <w:rsid w:val="00742317"/>
    <w:rsid w:val="00742E8B"/>
    <w:rsid w:val="00744C28"/>
    <w:rsid w:val="00745FE9"/>
    <w:rsid w:val="007472CD"/>
    <w:rsid w:val="00751DD8"/>
    <w:rsid w:val="00752F85"/>
    <w:rsid w:val="00753280"/>
    <w:rsid w:val="0075487F"/>
    <w:rsid w:val="0075591A"/>
    <w:rsid w:val="00757DF9"/>
    <w:rsid w:val="00762413"/>
    <w:rsid w:val="00767567"/>
    <w:rsid w:val="00770A56"/>
    <w:rsid w:val="007744F7"/>
    <w:rsid w:val="00775373"/>
    <w:rsid w:val="0078284F"/>
    <w:rsid w:val="00796110"/>
    <w:rsid w:val="0079718D"/>
    <w:rsid w:val="007A0EC5"/>
    <w:rsid w:val="007A684A"/>
    <w:rsid w:val="007B124A"/>
    <w:rsid w:val="007B2460"/>
    <w:rsid w:val="007B2D8F"/>
    <w:rsid w:val="007B333F"/>
    <w:rsid w:val="007B550F"/>
    <w:rsid w:val="007C4610"/>
    <w:rsid w:val="007C7F14"/>
    <w:rsid w:val="007D0DC9"/>
    <w:rsid w:val="007D4849"/>
    <w:rsid w:val="007D4C4A"/>
    <w:rsid w:val="007D52CB"/>
    <w:rsid w:val="007E277C"/>
    <w:rsid w:val="007E467A"/>
    <w:rsid w:val="007E4EE1"/>
    <w:rsid w:val="007F3054"/>
    <w:rsid w:val="007F6158"/>
    <w:rsid w:val="0080204C"/>
    <w:rsid w:val="00804C92"/>
    <w:rsid w:val="008075E5"/>
    <w:rsid w:val="00807902"/>
    <w:rsid w:val="00812F78"/>
    <w:rsid w:val="00816AB5"/>
    <w:rsid w:val="008217F4"/>
    <w:rsid w:val="00821978"/>
    <w:rsid w:val="00823603"/>
    <w:rsid w:val="00826A21"/>
    <w:rsid w:val="00833C83"/>
    <w:rsid w:val="008436A1"/>
    <w:rsid w:val="00845E0D"/>
    <w:rsid w:val="00853D6F"/>
    <w:rsid w:val="00854D88"/>
    <w:rsid w:val="00864F8F"/>
    <w:rsid w:val="00872A04"/>
    <w:rsid w:val="00875D10"/>
    <w:rsid w:val="00883D8B"/>
    <w:rsid w:val="00886BE4"/>
    <w:rsid w:val="008A1BDF"/>
    <w:rsid w:val="008A6148"/>
    <w:rsid w:val="008B62BD"/>
    <w:rsid w:val="008C7B83"/>
    <w:rsid w:val="008D02EB"/>
    <w:rsid w:val="008D2498"/>
    <w:rsid w:val="008D26FE"/>
    <w:rsid w:val="008E0BFD"/>
    <w:rsid w:val="008E2ED3"/>
    <w:rsid w:val="008E389D"/>
    <w:rsid w:val="008E6177"/>
    <w:rsid w:val="008F56BB"/>
    <w:rsid w:val="008F7C24"/>
    <w:rsid w:val="0090080D"/>
    <w:rsid w:val="0090479A"/>
    <w:rsid w:val="00906A22"/>
    <w:rsid w:val="00907B3F"/>
    <w:rsid w:val="00907FA9"/>
    <w:rsid w:val="009164FA"/>
    <w:rsid w:val="00917B93"/>
    <w:rsid w:val="00922ABD"/>
    <w:rsid w:val="009243D7"/>
    <w:rsid w:val="0092543C"/>
    <w:rsid w:val="009255F5"/>
    <w:rsid w:val="00926BBA"/>
    <w:rsid w:val="00927BBD"/>
    <w:rsid w:val="00930BAA"/>
    <w:rsid w:val="00940E9B"/>
    <w:rsid w:val="0094341C"/>
    <w:rsid w:val="0095250A"/>
    <w:rsid w:val="0095624C"/>
    <w:rsid w:val="00956FA0"/>
    <w:rsid w:val="00960DA3"/>
    <w:rsid w:val="00964253"/>
    <w:rsid w:val="00970F7C"/>
    <w:rsid w:val="0097474C"/>
    <w:rsid w:val="00974FB2"/>
    <w:rsid w:val="00981ED3"/>
    <w:rsid w:val="00983CC2"/>
    <w:rsid w:val="00991301"/>
    <w:rsid w:val="00994121"/>
    <w:rsid w:val="009A69C1"/>
    <w:rsid w:val="009B1D66"/>
    <w:rsid w:val="009B1DE8"/>
    <w:rsid w:val="009C5DD6"/>
    <w:rsid w:val="009C7FA0"/>
    <w:rsid w:val="009D1D55"/>
    <w:rsid w:val="009D276F"/>
    <w:rsid w:val="009D28BD"/>
    <w:rsid w:val="009D347B"/>
    <w:rsid w:val="009D582A"/>
    <w:rsid w:val="009E47AD"/>
    <w:rsid w:val="009F0BF1"/>
    <w:rsid w:val="00A06D27"/>
    <w:rsid w:val="00A111A0"/>
    <w:rsid w:val="00A11F68"/>
    <w:rsid w:val="00A12A77"/>
    <w:rsid w:val="00A2002A"/>
    <w:rsid w:val="00A20D84"/>
    <w:rsid w:val="00A2299C"/>
    <w:rsid w:val="00A24407"/>
    <w:rsid w:val="00A335F6"/>
    <w:rsid w:val="00A35F61"/>
    <w:rsid w:val="00A468C5"/>
    <w:rsid w:val="00A549A8"/>
    <w:rsid w:val="00A57614"/>
    <w:rsid w:val="00A66028"/>
    <w:rsid w:val="00A779B2"/>
    <w:rsid w:val="00A82DE7"/>
    <w:rsid w:val="00A83603"/>
    <w:rsid w:val="00A85D3F"/>
    <w:rsid w:val="00A915BD"/>
    <w:rsid w:val="00A946B2"/>
    <w:rsid w:val="00A94CF6"/>
    <w:rsid w:val="00A94EBC"/>
    <w:rsid w:val="00AB3E68"/>
    <w:rsid w:val="00AD1D23"/>
    <w:rsid w:val="00AD3EFE"/>
    <w:rsid w:val="00AD40A8"/>
    <w:rsid w:val="00AD42D9"/>
    <w:rsid w:val="00AD5910"/>
    <w:rsid w:val="00AD6AF1"/>
    <w:rsid w:val="00AE094D"/>
    <w:rsid w:val="00AE3EB3"/>
    <w:rsid w:val="00AF1154"/>
    <w:rsid w:val="00B12C62"/>
    <w:rsid w:val="00B14285"/>
    <w:rsid w:val="00B15A8F"/>
    <w:rsid w:val="00B244A9"/>
    <w:rsid w:val="00B27CF6"/>
    <w:rsid w:val="00B31972"/>
    <w:rsid w:val="00B31F49"/>
    <w:rsid w:val="00B32892"/>
    <w:rsid w:val="00B346CE"/>
    <w:rsid w:val="00B538CA"/>
    <w:rsid w:val="00B562BB"/>
    <w:rsid w:val="00B564DA"/>
    <w:rsid w:val="00B56658"/>
    <w:rsid w:val="00B6097A"/>
    <w:rsid w:val="00B67CF5"/>
    <w:rsid w:val="00B74702"/>
    <w:rsid w:val="00B77A27"/>
    <w:rsid w:val="00B87A2B"/>
    <w:rsid w:val="00BA116F"/>
    <w:rsid w:val="00BA2170"/>
    <w:rsid w:val="00BA5643"/>
    <w:rsid w:val="00BB08BA"/>
    <w:rsid w:val="00BC143A"/>
    <w:rsid w:val="00BC6A5B"/>
    <w:rsid w:val="00BD0346"/>
    <w:rsid w:val="00BD0D69"/>
    <w:rsid w:val="00BD3EC0"/>
    <w:rsid w:val="00BE0318"/>
    <w:rsid w:val="00BE2219"/>
    <w:rsid w:val="00BE5DE9"/>
    <w:rsid w:val="00BF0E2D"/>
    <w:rsid w:val="00BF1418"/>
    <w:rsid w:val="00BF69E8"/>
    <w:rsid w:val="00C011D4"/>
    <w:rsid w:val="00C04184"/>
    <w:rsid w:val="00C0435B"/>
    <w:rsid w:val="00C05110"/>
    <w:rsid w:val="00C10673"/>
    <w:rsid w:val="00C108E4"/>
    <w:rsid w:val="00C119ED"/>
    <w:rsid w:val="00C13C32"/>
    <w:rsid w:val="00C14DA9"/>
    <w:rsid w:val="00C173B4"/>
    <w:rsid w:val="00C31116"/>
    <w:rsid w:val="00C47434"/>
    <w:rsid w:val="00C5161D"/>
    <w:rsid w:val="00C54E83"/>
    <w:rsid w:val="00C57F38"/>
    <w:rsid w:val="00C62445"/>
    <w:rsid w:val="00C63668"/>
    <w:rsid w:val="00C63F66"/>
    <w:rsid w:val="00C66737"/>
    <w:rsid w:val="00C804C7"/>
    <w:rsid w:val="00C851CC"/>
    <w:rsid w:val="00C8612C"/>
    <w:rsid w:val="00C90EB1"/>
    <w:rsid w:val="00CA2E46"/>
    <w:rsid w:val="00CB1912"/>
    <w:rsid w:val="00CB5BA4"/>
    <w:rsid w:val="00CC102B"/>
    <w:rsid w:val="00CC12BC"/>
    <w:rsid w:val="00CD081E"/>
    <w:rsid w:val="00CD0B21"/>
    <w:rsid w:val="00CD5136"/>
    <w:rsid w:val="00CE375A"/>
    <w:rsid w:val="00CF7F58"/>
    <w:rsid w:val="00D01BDB"/>
    <w:rsid w:val="00D043C0"/>
    <w:rsid w:val="00D15992"/>
    <w:rsid w:val="00D20200"/>
    <w:rsid w:val="00D2087D"/>
    <w:rsid w:val="00D21953"/>
    <w:rsid w:val="00D3154D"/>
    <w:rsid w:val="00D318A7"/>
    <w:rsid w:val="00D3568A"/>
    <w:rsid w:val="00D37206"/>
    <w:rsid w:val="00D432F4"/>
    <w:rsid w:val="00D45731"/>
    <w:rsid w:val="00D45997"/>
    <w:rsid w:val="00D52016"/>
    <w:rsid w:val="00D53BC9"/>
    <w:rsid w:val="00D70DB2"/>
    <w:rsid w:val="00D7339F"/>
    <w:rsid w:val="00D80E39"/>
    <w:rsid w:val="00D82BB1"/>
    <w:rsid w:val="00D842CA"/>
    <w:rsid w:val="00D86DB3"/>
    <w:rsid w:val="00D87749"/>
    <w:rsid w:val="00D9036B"/>
    <w:rsid w:val="00D906EB"/>
    <w:rsid w:val="00D92F52"/>
    <w:rsid w:val="00D949A0"/>
    <w:rsid w:val="00D97CB9"/>
    <w:rsid w:val="00DA3B09"/>
    <w:rsid w:val="00DA67D7"/>
    <w:rsid w:val="00DB3F4D"/>
    <w:rsid w:val="00DC276C"/>
    <w:rsid w:val="00DC6C25"/>
    <w:rsid w:val="00DC7232"/>
    <w:rsid w:val="00DC7A68"/>
    <w:rsid w:val="00DD1443"/>
    <w:rsid w:val="00DD74EC"/>
    <w:rsid w:val="00DE2257"/>
    <w:rsid w:val="00DF2F21"/>
    <w:rsid w:val="00DF3B00"/>
    <w:rsid w:val="00DF3C39"/>
    <w:rsid w:val="00DF7D5C"/>
    <w:rsid w:val="00E02EF8"/>
    <w:rsid w:val="00E03046"/>
    <w:rsid w:val="00E034E2"/>
    <w:rsid w:val="00E05DEF"/>
    <w:rsid w:val="00E13A68"/>
    <w:rsid w:val="00E153D9"/>
    <w:rsid w:val="00E22E92"/>
    <w:rsid w:val="00E23777"/>
    <w:rsid w:val="00E238F9"/>
    <w:rsid w:val="00E23F7D"/>
    <w:rsid w:val="00E244DB"/>
    <w:rsid w:val="00E24BC9"/>
    <w:rsid w:val="00E256F4"/>
    <w:rsid w:val="00E269D4"/>
    <w:rsid w:val="00E44CBE"/>
    <w:rsid w:val="00E60B7C"/>
    <w:rsid w:val="00E615D8"/>
    <w:rsid w:val="00E678EE"/>
    <w:rsid w:val="00E73C43"/>
    <w:rsid w:val="00E7634F"/>
    <w:rsid w:val="00E76A87"/>
    <w:rsid w:val="00E77EDB"/>
    <w:rsid w:val="00E80116"/>
    <w:rsid w:val="00E91A7C"/>
    <w:rsid w:val="00E96A1C"/>
    <w:rsid w:val="00EA589E"/>
    <w:rsid w:val="00EA6422"/>
    <w:rsid w:val="00EA7D57"/>
    <w:rsid w:val="00EC2E3B"/>
    <w:rsid w:val="00EC6C26"/>
    <w:rsid w:val="00EC6DE6"/>
    <w:rsid w:val="00EC7239"/>
    <w:rsid w:val="00ED396C"/>
    <w:rsid w:val="00ED3B21"/>
    <w:rsid w:val="00EE1096"/>
    <w:rsid w:val="00EE35ED"/>
    <w:rsid w:val="00EE4361"/>
    <w:rsid w:val="00EE52F2"/>
    <w:rsid w:val="00EE6626"/>
    <w:rsid w:val="00EE6B94"/>
    <w:rsid w:val="00EE7467"/>
    <w:rsid w:val="00F02057"/>
    <w:rsid w:val="00F02936"/>
    <w:rsid w:val="00F06C31"/>
    <w:rsid w:val="00F07F94"/>
    <w:rsid w:val="00F13CD4"/>
    <w:rsid w:val="00F14177"/>
    <w:rsid w:val="00F17DB1"/>
    <w:rsid w:val="00F251F5"/>
    <w:rsid w:val="00F2593A"/>
    <w:rsid w:val="00F30329"/>
    <w:rsid w:val="00F35A29"/>
    <w:rsid w:val="00F42520"/>
    <w:rsid w:val="00F43277"/>
    <w:rsid w:val="00F446C6"/>
    <w:rsid w:val="00F4504F"/>
    <w:rsid w:val="00F506E3"/>
    <w:rsid w:val="00F63FE9"/>
    <w:rsid w:val="00F7566F"/>
    <w:rsid w:val="00F77FD4"/>
    <w:rsid w:val="00F91C41"/>
    <w:rsid w:val="00F92757"/>
    <w:rsid w:val="00F933DE"/>
    <w:rsid w:val="00F94E76"/>
    <w:rsid w:val="00F97ED6"/>
    <w:rsid w:val="00FA05AF"/>
    <w:rsid w:val="00FA38DE"/>
    <w:rsid w:val="00FA4491"/>
    <w:rsid w:val="00FA5F27"/>
    <w:rsid w:val="00FA618F"/>
    <w:rsid w:val="00FA7104"/>
    <w:rsid w:val="00FB4044"/>
    <w:rsid w:val="00FB5D86"/>
    <w:rsid w:val="00FD1E0C"/>
    <w:rsid w:val="00FD2554"/>
    <w:rsid w:val="00FD50F4"/>
    <w:rsid w:val="00FE2E5A"/>
    <w:rsid w:val="00FE4991"/>
    <w:rsid w:val="00FE73CC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#755a15"/>
    </o:shapedefaults>
    <o:shapelayout v:ext="edit">
      <o:idmap v:ext="edit" data="1"/>
    </o:shapelayout>
  </w:shapeDefaults>
  <w:decimalSymbol w:val="."/>
  <w:listSeparator w:val=","/>
  <w14:docId w14:val="1BDD4C5C"/>
  <w15:docId w15:val="{092CC179-3252-4D40-BF8C-9D095B12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26F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D26FE"/>
    <w:pPr>
      <w:keepNext/>
      <w:numPr>
        <w:numId w:val="1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D26FE"/>
    <w:pPr>
      <w:keepNext/>
      <w:numPr>
        <w:ilvl w:val="1"/>
        <w:numId w:val="1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D26FE"/>
    <w:pPr>
      <w:keepNext/>
      <w:numPr>
        <w:ilvl w:val="2"/>
        <w:numId w:val="1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D26FE"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D26FE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D26FE"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D26FE"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D26FE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D26FE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D26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26FE"/>
    <w:pPr>
      <w:tabs>
        <w:tab w:val="center" w:pos="4320"/>
        <w:tab w:val="right" w:pos="8640"/>
      </w:tabs>
    </w:pPr>
  </w:style>
  <w:style w:type="paragraph" w:customStyle="1" w:styleId="Note">
    <w:name w:val="Note"/>
    <w:next w:val="Normal"/>
    <w:rsid w:val="008D26FE"/>
    <w:pPr>
      <w:framePr w:w="1701" w:hSpace="181" w:vSpace="181" w:wrap="around" w:vAnchor="text" w:hAnchor="page" w:x="1135" w:y="1"/>
    </w:pPr>
    <w:rPr>
      <w:rFonts w:ascii="Arial" w:hAnsi="Arial"/>
      <w:b/>
      <w:sz w:val="24"/>
      <w:lang w:eastAsia="en-US"/>
    </w:rPr>
  </w:style>
  <w:style w:type="paragraph" w:styleId="BalloonText">
    <w:name w:val="Balloon Text"/>
    <w:basedOn w:val="Normal"/>
    <w:semiHidden/>
    <w:rsid w:val="008D26FE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8D26FE"/>
    <w:pPr>
      <w:spacing w:after="120"/>
      <w:ind w:left="1440" w:right="1440"/>
    </w:pPr>
  </w:style>
  <w:style w:type="paragraph" w:styleId="BodyText">
    <w:name w:val="Body Text"/>
    <w:basedOn w:val="Normal"/>
    <w:rsid w:val="008D26FE"/>
    <w:pPr>
      <w:spacing w:after="120"/>
    </w:pPr>
  </w:style>
  <w:style w:type="paragraph" w:styleId="BodyText2">
    <w:name w:val="Body Text 2"/>
    <w:basedOn w:val="Normal"/>
    <w:rsid w:val="008D26FE"/>
    <w:pPr>
      <w:spacing w:after="120" w:line="480" w:lineRule="auto"/>
    </w:pPr>
  </w:style>
  <w:style w:type="paragraph" w:styleId="BodyText3">
    <w:name w:val="Body Text 3"/>
    <w:basedOn w:val="Normal"/>
    <w:rsid w:val="008D26F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D26FE"/>
    <w:pPr>
      <w:ind w:firstLine="210"/>
    </w:pPr>
  </w:style>
  <w:style w:type="paragraph" w:styleId="BodyTextIndent">
    <w:name w:val="Body Text Indent"/>
    <w:basedOn w:val="Normal"/>
    <w:rsid w:val="008D26FE"/>
    <w:pPr>
      <w:spacing w:after="120"/>
      <w:ind w:left="283"/>
    </w:pPr>
  </w:style>
  <w:style w:type="paragraph" w:styleId="BodyTextFirstIndent2">
    <w:name w:val="Body Text First Indent 2"/>
    <w:basedOn w:val="BodyTextIndent"/>
    <w:rsid w:val="008D26FE"/>
    <w:pPr>
      <w:ind w:firstLine="210"/>
    </w:pPr>
  </w:style>
  <w:style w:type="paragraph" w:styleId="BodyTextIndent2">
    <w:name w:val="Body Text Indent 2"/>
    <w:basedOn w:val="Normal"/>
    <w:rsid w:val="008D26F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8D26FE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D26FE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rsid w:val="008D26FE"/>
    <w:pPr>
      <w:ind w:left="4252"/>
    </w:pPr>
  </w:style>
  <w:style w:type="paragraph" w:styleId="CommentText">
    <w:name w:val="annotation text"/>
    <w:basedOn w:val="Normal"/>
    <w:semiHidden/>
    <w:rsid w:val="008D26F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D26FE"/>
    <w:rPr>
      <w:b/>
      <w:bCs/>
    </w:rPr>
  </w:style>
  <w:style w:type="paragraph" w:styleId="Date">
    <w:name w:val="Date"/>
    <w:basedOn w:val="Normal"/>
    <w:next w:val="Normal"/>
    <w:rsid w:val="008D26FE"/>
  </w:style>
  <w:style w:type="paragraph" w:styleId="DocumentMap">
    <w:name w:val="Document Map"/>
    <w:basedOn w:val="Normal"/>
    <w:semiHidden/>
    <w:rsid w:val="008D26FE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8D26FE"/>
  </w:style>
  <w:style w:type="paragraph" w:styleId="EndnoteText">
    <w:name w:val="endnote text"/>
    <w:basedOn w:val="Normal"/>
    <w:semiHidden/>
    <w:rsid w:val="008D26FE"/>
    <w:rPr>
      <w:sz w:val="20"/>
      <w:szCs w:val="20"/>
    </w:rPr>
  </w:style>
  <w:style w:type="paragraph" w:styleId="EnvelopeAddress">
    <w:name w:val="envelope address"/>
    <w:basedOn w:val="Normal"/>
    <w:rsid w:val="008D26FE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sz w:val="16"/>
      <w:szCs w:val="16"/>
    </w:rPr>
  </w:style>
  <w:style w:type="paragraph" w:styleId="EnvelopeReturn">
    <w:name w:val="envelope return"/>
    <w:basedOn w:val="Normal"/>
    <w:rsid w:val="008D26FE"/>
    <w:rPr>
      <w:rFonts w:ascii="Lucida Sans Unicode" w:hAnsi="Lucida Sans Unicode" w:cs="Arial"/>
      <w:sz w:val="18"/>
      <w:szCs w:val="18"/>
    </w:rPr>
  </w:style>
  <w:style w:type="paragraph" w:styleId="FootnoteText">
    <w:name w:val="footnote text"/>
    <w:basedOn w:val="Normal"/>
    <w:semiHidden/>
    <w:rsid w:val="008D26FE"/>
    <w:rPr>
      <w:sz w:val="20"/>
      <w:szCs w:val="20"/>
    </w:rPr>
  </w:style>
  <w:style w:type="paragraph" w:styleId="HTMLAddress">
    <w:name w:val="HTML Address"/>
    <w:basedOn w:val="Normal"/>
    <w:rsid w:val="008D26FE"/>
    <w:rPr>
      <w:i/>
      <w:iCs/>
    </w:rPr>
  </w:style>
  <w:style w:type="paragraph" w:styleId="HTMLPreformatted">
    <w:name w:val="HTML Preformatted"/>
    <w:basedOn w:val="Normal"/>
    <w:rsid w:val="008D26F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D26F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26F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26F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26F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26F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26F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26F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26F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26F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26FE"/>
    <w:rPr>
      <w:rFonts w:ascii="Arial" w:hAnsi="Arial" w:cs="Arial"/>
      <w:b/>
      <w:bCs/>
    </w:rPr>
  </w:style>
  <w:style w:type="paragraph" w:styleId="List">
    <w:name w:val="List"/>
    <w:basedOn w:val="Normal"/>
    <w:rsid w:val="008D26FE"/>
    <w:pPr>
      <w:ind w:left="283" w:hanging="283"/>
    </w:pPr>
  </w:style>
  <w:style w:type="paragraph" w:styleId="List2">
    <w:name w:val="List 2"/>
    <w:basedOn w:val="Normal"/>
    <w:rsid w:val="008D26FE"/>
    <w:pPr>
      <w:ind w:left="566" w:hanging="283"/>
    </w:pPr>
  </w:style>
  <w:style w:type="paragraph" w:styleId="List3">
    <w:name w:val="List 3"/>
    <w:basedOn w:val="Normal"/>
    <w:rsid w:val="008D26FE"/>
    <w:pPr>
      <w:ind w:left="849" w:hanging="283"/>
    </w:pPr>
  </w:style>
  <w:style w:type="paragraph" w:styleId="List4">
    <w:name w:val="List 4"/>
    <w:basedOn w:val="Normal"/>
    <w:rsid w:val="008D26FE"/>
    <w:pPr>
      <w:ind w:left="1132" w:hanging="283"/>
    </w:pPr>
  </w:style>
  <w:style w:type="paragraph" w:styleId="List5">
    <w:name w:val="List 5"/>
    <w:basedOn w:val="Normal"/>
    <w:rsid w:val="008D26FE"/>
    <w:pPr>
      <w:ind w:left="1415" w:hanging="283"/>
    </w:pPr>
  </w:style>
  <w:style w:type="paragraph" w:styleId="ListBullet">
    <w:name w:val="List Bullet"/>
    <w:basedOn w:val="Normal"/>
    <w:autoRedefine/>
    <w:rsid w:val="008D26FE"/>
    <w:pPr>
      <w:numPr>
        <w:numId w:val="1"/>
      </w:numPr>
    </w:pPr>
  </w:style>
  <w:style w:type="paragraph" w:styleId="ListBullet2">
    <w:name w:val="List Bullet 2"/>
    <w:basedOn w:val="Normal"/>
    <w:autoRedefine/>
    <w:rsid w:val="008D26FE"/>
    <w:pPr>
      <w:numPr>
        <w:numId w:val="2"/>
      </w:numPr>
    </w:pPr>
  </w:style>
  <w:style w:type="paragraph" w:styleId="ListBullet3">
    <w:name w:val="List Bullet 3"/>
    <w:basedOn w:val="Normal"/>
    <w:autoRedefine/>
    <w:rsid w:val="008D26FE"/>
    <w:pPr>
      <w:numPr>
        <w:numId w:val="3"/>
      </w:numPr>
    </w:pPr>
  </w:style>
  <w:style w:type="paragraph" w:styleId="ListBullet4">
    <w:name w:val="List Bullet 4"/>
    <w:basedOn w:val="Normal"/>
    <w:autoRedefine/>
    <w:rsid w:val="008D26FE"/>
    <w:pPr>
      <w:numPr>
        <w:numId w:val="4"/>
      </w:numPr>
    </w:pPr>
  </w:style>
  <w:style w:type="paragraph" w:styleId="ListBullet5">
    <w:name w:val="List Bullet 5"/>
    <w:basedOn w:val="Normal"/>
    <w:autoRedefine/>
    <w:rsid w:val="008D26FE"/>
    <w:pPr>
      <w:numPr>
        <w:numId w:val="5"/>
      </w:numPr>
    </w:pPr>
  </w:style>
  <w:style w:type="paragraph" w:styleId="ListContinue">
    <w:name w:val="List Continue"/>
    <w:basedOn w:val="Normal"/>
    <w:rsid w:val="008D26FE"/>
    <w:pPr>
      <w:spacing w:after="120"/>
      <w:ind w:left="283"/>
    </w:pPr>
  </w:style>
  <w:style w:type="paragraph" w:styleId="ListContinue2">
    <w:name w:val="List Continue 2"/>
    <w:basedOn w:val="Normal"/>
    <w:rsid w:val="008D26FE"/>
    <w:pPr>
      <w:spacing w:after="120"/>
      <w:ind w:left="566"/>
    </w:pPr>
  </w:style>
  <w:style w:type="paragraph" w:styleId="ListContinue3">
    <w:name w:val="List Continue 3"/>
    <w:basedOn w:val="Normal"/>
    <w:rsid w:val="008D26FE"/>
    <w:pPr>
      <w:spacing w:after="120"/>
      <w:ind w:left="849"/>
    </w:pPr>
  </w:style>
  <w:style w:type="paragraph" w:styleId="ListContinue4">
    <w:name w:val="List Continue 4"/>
    <w:basedOn w:val="Normal"/>
    <w:rsid w:val="008D26FE"/>
    <w:pPr>
      <w:spacing w:after="120"/>
      <w:ind w:left="1132"/>
    </w:pPr>
  </w:style>
  <w:style w:type="paragraph" w:styleId="ListContinue5">
    <w:name w:val="List Continue 5"/>
    <w:basedOn w:val="Normal"/>
    <w:rsid w:val="008D26FE"/>
    <w:pPr>
      <w:spacing w:after="120"/>
      <w:ind w:left="1415"/>
    </w:pPr>
  </w:style>
  <w:style w:type="paragraph" w:styleId="ListNumber">
    <w:name w:val="List Number"/>
    <w:basedOn w:val="Normal"/>
    <w:rsid w:val="008D26FE"/>
    <w:pPr>
      <w:numPr>
        <w:numId w:val="6"/>
      </w:numPr>
    </w:pPr>
  </w:style>
  <w:style w:type="paragraph" w:styleId="ListNumber2">
    <w:name w:val="List Number 2"/>
    <w:basedOn w:val="Normal"/>
    <w:rsid w:val="008D26FE"/>
    <w:pPr>
      <w:numPr>
        <w:numId w:val="7"/>
      </w:numPr>
    </w:pPr>
  </w:style>
  <w:style w:type="paragraph" w:styleId="ListNumber3">
    <w:name w:val="List Number 3"/>
    <w:basedOn w:val="Normal"/>
    <w:rsid w:val="008D26FE"/>
    <w:pPr>
      <w:numPr>
        <w:numId w:val="8"/>
      </w:numPr>
    </w:pPr>
  </w:style>
  <w:style w:type="paragraph" w:styleId="ListNumber4">
    <w:name w:val="List Number 4"/>
    <w:basedOn w:val="Normal"/>
    <w:rsid w:val="008D26FE"/>
    <w:pPr>
      <w:numPr>
        <w:numId w:val="9"/>
      </w:numPr>
    </w:pPr>
  </w:style>
  <w:style w:type="paragraph" w:styleId="ListNumber5">
    <w:name w:val="List Number 5"/>
    <w:basedOn w:val="Normal"/>
    <w:rsid w:val="008D26FE"/>
    <w:pPr>
      <w:numPr>
        <w:numId w:val="10"/>
      </w:numPr>
    </w:pPr>
  </w:style>
  <w:style w:type="paragraph" w:styleId="MacroText">
    <w:name w:val="macro"/>
    <w:semiHidden/>
    <w:rsid w:val="008D26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8D26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rsid w:val="008D26FE"/>
  </w:style>
  <w:style w:type="paragraph" w:styleId="NormalIndent">
    <w:name w:val="Normal Indent"/>
    <w:basedOn w:val="Normal"/>
    <w:rsid w:val="008D26FE"/>
    <w:pPr>
      <w:ind w:left="720"/>
    </w:pPr>
  </w:style>
  <w:style w:type="paragraph" w:styleId="NoteHeading">
    <w:name w:val="Note Heading"/>
    <w:basedOn w:val="Normal"/>
    <w:next w:val="Normal"/>
    <w:rsid w:val="008D26FE"/>
  </w:style>
  <w:style w:type="paragraph" w:styleId="PlainText">
    <w:name w:val="Plain Text"/>
    <w:basedOn w:val="Normal"/>
    <w:rsid w:val="008D26F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D26FE"/>
  </w:style>
  <w:style w:type="paragraph" w:styleId="Signature">
    <w:name w:val="Signature"/>
    <w:basedOn w:val="Normal"/>
    <w:rsid w:val="008D26FE"/>
    <w:pPr>
      <w:ind w:left="4252"/>
    </w:pPr>
  </w:style>
  <w:style w:type="paragraph" w:styleId="Subtitle">
    <w:name w:val="Subtitle"/>
    <w:basedOn w:val="Normal"/>
    <w:qFormat/>
    <w:rsid w:val="008D26F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D26F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26FE"/>
    <w:pPr>
      <w:ind w:left="480" w:hanging="480"/>
    </w:pPr>
  </w:style>
  <w:style w:type="paragraph" w:styleId="Title">
    <w:name w:val="Title"/>
    <w:basedOn w:val="Normal"/>
    <w:qFormat/>
    <w:rsid w:val="008D26F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D26F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39"/>
    <w:rsid w:val="00EA7D57"/>
    <w:pPr>
      <w:tabs>
        <w:tab w:val="left" w:pos="540"/>
        <w:tab w:val="right" w:pos="8636"/>
      </w:tabs>
      <w:spacing w:before="240" w:after="120"/>
    </w:pPr>
    <w:rPr>
      <w:rFonts w:ascii="Verdana" w:hAnsi="Verdana"/>
      <w:b/>
      <w:bCs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775373"/>
    <w:pPr>
      <w:spacing w:before="120"/>
      <w:ind w:left="24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8D26FE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8D26FE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8D26FE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8D26FE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8D26FE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8D26FE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8D26FE"/>
    <w:pPr>
      <w:ind w:left="192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8D26FE"/>
    <w:rPr>
      <w:color w:val="0000FF"/>
      <w:u w:val="single"/>
    </w:rPr>
  </w:style>
  <w:style w:type="character" w:styleId="PageNumber">
    <w:name w:val="page number"/>
    <w:basedOn w:val="DefaultParagraphFont"/>
    <w:rsid w:val="008D26FE"/>
  </w:style>
  <w:style w:type="character" w:customStyle="1" w:styleId="Heading1Char">
    <w:name w:val="Heading 1 Char"/>
    <w:basedOn w:val="DefaultParagraphFont"/>
    <w:rsid w:val="008D26FE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styleId="FootnoteReference">
    <w:name w:val="footnote reference"/>
    <w:basedOn w:val="DefaultParagraphFont"/>
    <w:semiHidden/>
    <w:rsid w:val="008D26FE"/>
    <w:rPr>
      <w:vertAlign w:val="superscript"/>
    </w:rPr>
  </w:style>
  <w:style w:type="table" w:styleId="TableGrid">
    <w:name w:val="Table Grid"/>
    <w:basedOn w:val="TableNormal"/>
    <w:uiPriority w:val="39"/>
    <w:rsid w:val="00230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1">
    <w:name w:val="body1"/>
    <w:basedOn w:val="DefaultParagraphFont"/>
    <w:rsid w:val="00A2299C"/>
    <w:rPr>
      <w:rFonts w:ascii="Arial" w:hAnsi="Arial" w:cs="Arial" w:hint="default"/>
      <w:sz w:val="18"/>
      <w:szCs w:val="18"/>
    </w:rPr>
  </w:style>
  <w:style w:type="character" w:styleId="CommentReference">
    <w:name w:val="annotation reference"/>
    <w:basedOn w:val="DefaultParagraphFont"/>
    <w:semiHidden/>
    <w:rsid w:val="008D26FE"/>
    <w:rPr>
      <w:sz w:val="16"/>
      <w:szCs w:val="16"/>
    </w:rPr>
  </w:style>
  <w:style w:type="character" w:styleId="Strong">
    <w:name w:val="Strong"/>
    <w:basedOn w:val="DefaultParagraphFont"/>
    <w:qFormat/>
    <w:rsid w:val="008D26FE"/>
    <w:rPr>
      <w:b/>
      <w:bCs/>
    </w:rPr>
  </w:style>
  <w:style w:type="character" w:customStyle="1" w:styleId="city">
    <w:name w:val="city"/>
    <w:basedOn w:val="DefaultParagraphFont"/>
    <w:rsid w:val="008D26FE"/>
  </w:style>
  <w:style w:type="paragraph" w:customStyle="1" w:styleId="Level1">
    <w:name w:val="Level 1"/>
    <w:basedOn w:val="Normal"/>
    <w:rsid w:val="008D26FE"/>
    <w:pPr>
      <w:outlineLvl w:val="0"/>
    </w:pPr>
    <w:rPr>
      <w:rFonts w:ascii="Verdana" w:hAnsi="Verdana" w:cs="Arial"/>
      <w:b/>
      <w:color w:val="000080"/>
      <w:sz w:val="20"/>
      <w:szCs w:val="20"/>
    </w:rPr>
  </w:style>
  <w:style w:type="paragraph" w:customStyle="1" w:styleId="style2">
    <w:name w:val="style2"/>
    <w:basedOn w:val="Normal"/>
    <w:rsid w:val="00BC6A5B"/>
    <w:pPr>
      <w:spacing w:before="100" w:beforeAutospacing="1" w:after="100" w:afterAutospacing="1" w:line="345" w:lineRule="atLeast"/>
    </w:pPr>
    <w:rPr>
      <w:rFonts w:ascii="Arial" w:hAnsi="Arial" w:cs="Arial"/>
      <w:color w:val="999999"/>
      <w:sz w:val="17"/>
      <w:szCs w:val="17"/>
      <w:lang w:eastAsia="en-AU"/>
    </w:rPr>
  </w:style>
  <w:style w:type="paragraph" w:customStyle="1" w:styleId="wwe">
    <w:name w:val="wwe"/>
    <w:basedOn w:val="Normal"/>
    <w:rsid w:val="00BC6A5B"/>
    <w:pPr>
      <w:spacing w:before="100" w:beforeAutospacing="1" w:after="100" w:afterAutospacing="1" w:line="270" w:lineRule="atLeast"/>
    </w:pPr>
    <w:rPr>
      <w:rFonts w:ascii="Arial" w:hAnsi="Arial" w:cs="Arial"/>
      <w:color w:val="999999"/>
      <w:sz w:val="15"/>
      <w:szCs w:val="15"/>
      <w:lang w:eastAsia="en-AU"/>
    </w:rPr>
  </w:style>
  <w:style w:type="character" w:customStyle="1" w:styleId="wwe1">
    <w:name w:val="wwe1"/>
    <w:basedOn w:val="DefaultParagraphFont"/>
    <w:rsid w:val="00BC6A5B"/>
    <w:rPr>
      <w:rFonts w:ascii="Arial" w:hAnsi="Arial" w:cs="Arial" w:hint="default"/>
      <w:color w:val="999999"/>
      <w:sz w:val="15"/>
      <w:szCs w:val="15"/>
    </w:rPr>
  </w:style>
  <w:style w:type="paragraph" w:customStyle="1" w:styleId="style27">
    <w:name w:val="style27"/>
    <w:basedOn w:val="Normal"/>
    <w:rsid w:val="007F3054"/>
    <w:pPr>
      <w:spacing w:before="100" w:beforeAutospacing="1" w:after="100" w:afterAutospacing="1" w:line="270" w:lineRule="atLeast"/>
    </w:pPr>
    <w:rPr>
      <w:rFonts w:ascii="Arial" w:hAnsi="Arial" w:cs="Arial"/>
      <w:b/>
      <w:bCs/>
      <w:color w:val="999999"/>
      <w:sz w:val="17"/>
      <w:szCs w:val="17"/>
      <w:lang w:eastAsia="en-AU"/>
    </w:rPr>
  </w:style>
  <w:style w:type="character" w:customStyle="1" w:styleId="style371">
    <w:name w:val="style371"/>
    <w:basedOn w:val="DefaultParagraphFont"/>
    <w:rsid w:val="00826A21"/>
    <w:rPr>
      <w:b/>
      <w:bCs/>
      <w:sz w:val="22"/>
      <w:szCs w:val="22"/>
    </w:rPr>
  </w:style>
  <w:style w:type="table" w:styleId="TableProfessional">
    <w:name w:val="Table Professional"/>
    <w:basedOn w:val="TableNormal"/>
    <w:rsid w:val="00C0511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maintext1">
    <w:name w:val="maintext1"/>
    <w:basedOn w:val="DefaultParagraphFont"/>
    <w:rsid w:val="00574F6D"/>
    <w:rPr>
      <w:rFonts w:ascii="Arial" w:hAnsi="Arial" w:cs="Arial" w:hint="default"/>
      <w:b w:val="0"/>
      <w:bCs w:val="0"/>
      <w:strike w:val="0"/>
      <w:dstrike w:val="0"/>
      <w:color w:val="000000"/>
      <w:u w:val="none"/>
      <w:effect w:val="none"/>
    </w:rPr>
  </w:style>
  <w:style w:type="paragraph" w:customStyle="1" w:styleId="NormalVerdana">
    <w:name w:val="Normal + Verdana"/>
    <w:aliases w:val="8 pt"/>
    <w:basedOn w:val="wwe"/>
    <w:rsid w:val="00223A75"/>
    <w:pPr>
      <w:jc w:val="both"/>
    </w:pPr>
    <w:rPr>
      <w:rFonts w:cs="Verdana"/>
      <w:color w:val="auto"/>
    </w:rPr>
  </w:style>
  <w:style w:type="numbering" w:styleId="111111">
    <w:name w:val="Outline List 2"/>
    <w:basedOn w:val="NoList"/>
    <w:rsid w:val="00FF5584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034B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9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0.HUMAN%20RESOURCES\HR%20Templates%20and%20Forms\Recruitment%20Induction%20Probation\6%20YYMM%20OHNSW%20New%20IT%20User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6AC17-10B6-4332-844E-C87E7DB83507}"/>
</file>

<file path=customXml/itemProps2.xml><?xml version="1.0" encoding="utf-8"?>
<ds:datastoreItem xmlns:ds="http://schemas.openxmlformats.org/officeDocument/2006/customXml" ds:itemID="{9D2B6B79-2656-45DA-9074-1890C1A698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D8261B-AA60-4D56-BC9E-CAEE00367B84}">
  <ds:schemaRefs>
    <ds:schemaRef ds:uri="a4786cf7-943b-4c31-8ba3-f5761c1ea668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e3a0169-8361-47fe-9f71-b2a6683e12b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8FB6C7-6179-44AE-AE79-F75D3467B2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 YYMM OHNSW New IT User Form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Service Agreement</vt:lpstr>
    </vt:vector>
  </TitlesOfParts>
  <Company/>
  <LinksUpToDate>false</LinksUpToDate>
  <CharactersWithSpaces>459</CharactersWithSpaces>
  <SharedDoc>false</SharedDoc>
  <HLinks>
    <vt:vector size="72" baseType="variant">
      <vt:variant>
        <vt:i4>1769566</vt:i4>
      </vt:variant>
      <vt:variant>
        <vt:i4>66</vt:i4>
      </vt:variant>
      <vt:variant>
        <vt:i4>0</vt:i4>
      </vt:variant>
      <vt:variant>
        <vt:i4>5</vt:i4>
      </vt:variant>
      <vt:variant>
        <vt:lpwstr>http://www.centrix.com.au/support</vt:lpwstr>
      </vt:variant>
      <vt:variant>
        <vt:lpwstr/>
      </vt:variant>
      <vt:variant>
        <vt:i4>5439545</vt:i4>
      </vt:variant>
      <vt:variant>
        <vt:i4>63</vt:i4>
      </vt:variant>
      <vt:variant>
        <vt:i4>0</vt:i4>
      </vt:variant>
      <vt:variant>
        <vt:i4>5</vt:i4>
      </vt:variant>
      <vt:variant>
        <vt:lpwstr>mailto:helpdesk@centrix.com.au</vt:lpwstr>
      </vt:variant>
      <vt:variant>
        <vt:lpwstr/>
      </vt:variant>
      <vt:variant>
        <vt:i4>1769525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_Toc216673683</vt:lpwstr>
      </vt:variant>
      <vt:variant>
        <vt:i4>1769525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_Toc216673682</vt:lpwstr>
      </vt:variant>
      <vt:variant>
        <vt:i4>1769525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_Toc216673681</vt:lpwstr>
      </vt:variant>
      <vt:variant>
        <vt:i4>1769525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_Toc216673680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_Toc216673679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_Toc216673678</vt:lpwstr>
      </vt:variant>
      <vt:variant>
        <vt:i4>1310773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_Toc216673677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_Toc216673676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_Toc216673675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_Toc216673674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Service Agreement</dc:title>
  <dc:creator>Majella Fernando</dc:creator>
  <cp:lastModifiedBy>Majella Fernando</cp:lastModifiedBy>
  <cp:revision>2</cp:revision>
  <cp:lastPrinted>2007-12-06T05:51:00Z</cp:lastPrinted>
  <dcterms:created xsi:type="dcterms:W3CDTF">2025-02-05T23:10:00Z</dcterms:created>
  <dcterms:modified xsi:type="dcterms:W3CDTF">2025-02-05T23:10:00Z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Order">
    <vt:r8>37700</vt:r8>
  </property>
  <property fmtid="{D5CDD505-2E9C-101B-9397-08002B2CF9AE}" pid="4" name="MediaServiceImageTags">
    <vt:lpwstr/>
  </property>
</Properties>
</file>